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C1E" w:rsidRDefault="00B2525C">
      <w:pPr>
        <w:spacing w:after="0"/>
        <w:jc w:val="right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Załącznik nr 1</w:t>
      </w:r>
    </w:p>
    <w:p w:rsidR="008D3C1E" w:rsidRDefault="00B2525C">
      <w:pPr>
        <w:spacing w:after="0"/>
      </w:pPr>
      <w:r>
        <w:t>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>Szkoła Podstawowa im. Jadwigi Mikody w Grzymałkowie</w:t>
      </w:r>
    </w:p>
    <w:p w:rsidR="008D3C1E" w:rsidRDefault="00B2525C">
      <w:pPr>
        <w:spacing w:after="0"/>
      </w:pPr>
      <w:r>
        <w:rPr>
          <w:i/>
          <w:sz w:val="18"/>
          <w:szCs w:val="18"/>
        </w:rPr>
        <w:t xml:space="preserve">    (Pieczęć Wykonawcy)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t>ul. Świętokrzyska 22</w:t>
      </w:r>
    </w:p>
    <w:p w:rsidR="008D3C1E" w:rsidRDefault="00B2525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26-080 Mniów</w:t>
      </w:r>
    </w:p>
    <w:p w:rsidR="008D3C1E" w:rsidRDefault="008D3C1E">
      <w:pPr>
        <w:jc w:val="center"/>
      </w:pPr>
    </w:p>
    <w:p w:rsidR="008D3C1E" w:rsidRDefault="008D3C1E">
      <w:pPr>
        <w:jc w:val="center"/>
      </w:pPr>
    </w:p>
    <w:p w:rsidR="008D3C1E" w:rsidRDefault="00B252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OFERTY</w:t>
      </w:r>
    </w:p>
    <w:p w:rsidR="008D3C1E" w:rsidRDefault="008D3C1E">
      <w:pPr>
        <w:jc w:val="center"/>
        <w:rPr>
          <w:b/>
          <w:sz w:val="24"/>
          <w:szCs w:val="24"/>
        </w:rPr>
      </w:pPr>
    </w:p>
    <w:p w:rsidR="008D3C1E" w:rsidRDefault="00B2525C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……………………………………………………………………………………………………………………………………………………………………………….………………………………………….</w:t>
      </w:r>
    </w:p>
    <w:p w:rsidR="008D3C1E" w:rsidRDefault="00B2525C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nadana zamówieniu)</w:t>
      </w:r>
    </w:p>
    <w:p w:rsidR="008D3C1E" w:rsidRDefault="008D3C1E">
      <w:pPr>
        <w:jc w:val="center"/>
        <w:rPr>
          <w:i/>
          <w:sz w:val="20"/>
          <w:szCs w:val="20"/>
        </w:rPr>
      </w:pPr>
    </w:p>
    <w:p w:rsidR="008D3C1E" w:rsidRDefault="00B2525C">
      <w:r>
        <w:rPr>
          <w:b/>
          <w:sz w:val="20"/>
          <w:szCs w:val="20"/>
        </w:rPr>
        <w:t>Nazwa Wykonawcy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D3C1E" w:rsidRDefault="00B2525C">
      <w:r>
        <w:rPr>
          <w:b/>
          <w:sz w:val="20"/>
          <w:szCs w:val="20"/>
        </w:rPr>
        <w:t>Adres Wykonawcy</w:t>
      </w:r>
      <w:r>
        <w:rPr>
          <w:sz w:val="20"/>
          <w:szCs w:val="20"/>
        </w:rPr>
        <w:t xml:space="preserve"> 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……………………………………………………………………………………………………………………………………………………………….….………………</w:t>
      </w:r>
    </w:p>
    <w:p w:rsidR="008D3C1E" w:rsidRDefault="00B2525C">
      <w:r>
        <w:rPr>
          <w:b/>
          <w:sz w:val="20"/>
          <w:szCs w:val="20"/>
        </w:rPr>
        <w:t>Numer NIP,  REGON</w:t>
      </w:r>
      <w:r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:rsidR="008D3C1E" w:rsidRDefault="00B2525C">
      <w:r>
        <w:rPr>
          <w:b/>
          <w:sz w:val="20"/>
          <w:szCs w:val="20"/>
        </w:rPr>
        <w:t>Telefon /e-mail</w:t>
      </w:r>
      <w:r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…………………………………………………….………………….………</w:t>
      </w:r>
    </w:p>
    <w:p w:rsidR="008D3C1E" w:rsidRDefault="00B2525C">
      <w:r>
        <w:rPr>
          <w:b/>
          <w:sz w:val="20"/>
          <w:szCs w:val="20"/>
        </w:rPr>
        <w:t>Osoba do kontaktu</w:t>
      </w:r>
      <w:r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…………………………………………………………………………………………………………………………………………………………………………………………………………………….………………..…….</w:t>
      </w:r>
    </w:p>
    <w:p w:rsidR="008D3C1E" w:rsidRDefault="008D3C1E">
      <w:pPr>
        <w:rPr>
          <w:sz w:val="20"/>
          <w:szCs w:val="20"/>
        </w:rPr>
      </w:pP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Składamy ofertę</w:t>
      </w:r>
      <w:r>
        <w:rPr>
          <w:sz w:val="20"/>
          <w:szCs w:val="20"/>
        </w:rPr>
        <w:t xml:space="preserve"> na wykonanie przedmiotu zamówienia zgodnie z ogłoszeniem o zamówieniu SPG.26.G.1.2025/2026 z dn</w:t>
      </w:r>
      <w:r>
        <w:rPr>
          <w:sz w:val="20"/>
          <w:szCs w:val="20"/>
        </w:rPr>
        <w:t>ia 15.12.2025 r.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 zapoznaliśmy się z ogłoszeniem o zamówieniu i uznajemy się za związanych określonymi w nich postanowieniami.</w:t>
      </w:r>
    </w:p>
    <w:p w:rsidR="008D3C1E" w:rsidRDefault="00B2525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Oferujemy:</w:t>
      </w:r>
    </w:p>
    <w:p w:rsidR="008D3C1E" w:rsidRDefault="008D3C1E">
      <w:pPr>
        <w:pStyle w:val="Akapitzlist"/>
        <w:rPr>
          <w:b/>
          <w:sz w:val="20"/>
          <w:szCs w:val="20"/>
        </w:rPr>
      </w:pPr>
    </w:p>
    <w:p w:rsidR="008D3C1E" w:rsidRDefault="008D3C1E">
      <w:pPr>
        <w:pStyle w:val="Akapitzlist"/>
        <w:rPr>
          <w:b/>
          <w:i/>
        </w:rPr>
      </w:pPr>
    </w:p>
    <w:p w:rsidR="008D3C1E" w:rsidRDefault="00B2525C">
      <w:pPr>
        <w:pStyle w:val="Akapitzlist"/>
      </w:pPr>
      <w:r>
        <w:rPr>
          <w:b/>
          <w:i/>
          <w:sz w:val="24"/>
          <w:szCs w:val="24"/>
        </w:rPr>
        <w:t>Gaz płynny -propan techniczny – kod CN 27111294 o normie PN-96008:1998</w:t>
      </w:r>
    </w:p>
    <w:tbl>
      <w:tblPr>
        <w:tblW w:w="138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3419"/>
        <w:gridCol w:w="851"/>
        <w:gridCol w:w="1843"/>
        <w:gridCol w:w="1417"/>
        <w:gridCol w:w="1843"/>
        <w:gridCol w:w="1843"/>
        <w:gridCol w:w="2126"/>
      </w:tblGrid>
      <w:tr w:rsidR="008D3C1E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rPr>
                <w:b/>
              </w:rPr>
            </w:pPr>
            <w:r>
              <w:rPr>
                <w:b/>
              </w:rPr>
              <w:t xml:space="preserve">Przedmiot </w:t>
            </w:r>
            <w:r>
              <w:rPr>
                <w:b/>
              </w:rPr>
              <w:t>zamówienia</w:t>
            </w:r>
          </w:p>
          <w:p w:rsidR="008D3C1E" w:rsidRDefault="00B2525C">
            <w:pPr>
              <w:spacing w:after="0"/>
              <w:rPr>
                <w:b/>
              </w:rPr>
            </w:pPr>
            <w:r>
              <w:rPr>
                <w:b/>
              </w:rPr>
              <w:t>Nazwa produktu nadanego przez Zamawiającego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Masa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Ilość szacunkowa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Cena netto</w:t>
            </w:r>
          </w:p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(Za ilość szacunkową)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Cena brutto</w:t>
            </w:r>
          </w:p>
          <w:p w:rsidR="008D3C1E" w:rsidRDefault="008D3C1E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(Za ilość szacunkową)</w:t>
            </w:r>
          </w:p>
        </w:tc>
      </w:tr>
      <w:tr w:rsidR="008D3C1E">
        <w:tblPrEx>
          <w:tblCellMar>
            <w:top w:w="0" w:type="dxa"/>
            <w:bottom w:w="0" w:type="dxa"/>
          </w:tblCellMar>
        </w:tblPrEx>
        <w:trPr>
          <w:trHeight w:val="122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pPr>
              <w:spacing w:after="0"/>
            </w:pPr>
            <w:r>
              <w:t>1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B2525C">
            <w:r>
              <w:rPr>
                <w:b/>
                <w:i/>
                <w:sz w:val="24"/>
                <w:szCs w:val="24"/>
              </w:rPr>
              <w:t xml:space="preserve">Gaz płynny -propan techniczny – kod CN 27111294 o normie </w:t>
            </w:r>
            <w:r>
              <w:rPr>
                <w:b/>
                <w:i/>
                <w:sz w:val="24"/>
                <w:szCs w:val="24"/>
              </w:rPr>
              <w:t>PN-96008:1998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rPr>
                <w:b/>
              </w:rPr>
            </w:pPr>
            <w:r>
              <w:rPr>
                <w:b/>
              </w:rPr>
              <w:t xml:space="preserve">  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</w:pPr>
          </w:p>
        </w:tc>
      </w:tr>
      <w:tr w:rsidR="008D3C1E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rPr>
                <w:b/>
              </w:rPr>
            </w:pPr>
          </w:p>
          <w:p w:rsidR="008D3C1E" w:rsidRDefault="00B2525C">
            <w:pPr>
              <w:spacing w:after="0"/>
              <w:rPr>
                <w:b/>
              </w:rPr>
            </w:pPr>
            <w:r>
              <w:rPr>
                <w:b/>
              </w:rPr>
              <w:t>RAZEM</w:t>
            </w:r>
          </w:p>
          <w:p w:rsidR="008D3C1E" w:rsidRDefault="008D3C1E">
            <w:pPr>
              <w:spacing w:after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XXXXXXXXX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jc w:val="center"/>
              <w:rPr>
                <w:b/>
              </w:rPr>
            </w:pPr>
          </w:p>
          <w:p w:rsidR="008D3C1E" w:rsidRDefault="00B2525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rPr>
                <w:b/>
              </w:rPr>
            </w:pPr>
          </w:p>
          <w:p w:rsidR="008D3C1E" w:rsidRDefault="00B2525C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XXXXXXXX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C1E" w:rsidRDefault="008D3C1E">
            <w:pPr>
              <w:spacing w:after="0"/>
              <w:rPr>
                <w:b/>
              </w:rPr>
            </w:pPr>
          </w:p>
        </w:tc>
      </w:tr>
    </w:tbl>
    <w:p w:rsidR="008D3C1E" w:rsidRDefault="008D3C1E">
      <w:pPr>
        <w:pStyle w:val="Akapitzlist"/>
        <w:rPr>
          <w:sz w:val="20"/>
          <w:szCs w:val="20"/>
        </w:rPr>
      </w:pP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Oświadczamy</w:t>
      </w:r>
      <w:r>
        <w:rPr>
          <w:sz w:val="20"/>
          <w:szCs w:val="20"/>
        </w:rPr>
        <w:t>, że w przypadku wyboru naszej oferty zobowiązujemy się zrealizować zamówienie w terminie od dnia podpisania umowy do dnia 31.12.2024 r.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Zobowiązujemy się</w:t>
      </w:r>
      <w:r>
        <w:rPr>
          <w:sz w:val="20"/>
          <w:szCs w:val="20"/>
        </w:rPr>
        <w:t xml:space="preserve"> do utrzymania cen jednostkowych produktów przez  cały okres trwania umowy.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Akceptujemy</w:t>
      </w:r>
      <w:r>
        <w:rPr>
          <w:sz w:val="20"/>
          <w:szCs w:val="20"/>
        </w:rPr>
        <w:t xml:space="preserve"> warunki płatności określone przez Zamawiającego w ogłoszeniu o zamówieniu.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Jesteśmy związani ofertą</w:t>
      </w:r>
      <w:r>
        <w:rPr>
          <w:sz w:val="20"/>
          <w:szCs w:val="20"/>
        </w:rPr>
        <w:t xml:space="preserve"> przez okres wskazany w ogłoszeniu o zamówieniu.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Ośw</w:t>
      </w:r>
      <w:r>
        <w:rPr>
          <w:b/>
          <w:sz w:val="20"/>
          <w:szCs w:val="20"/>
        </w:rPr>
        <w:t>iadczamy</w:t>
      </w:r>
      <w:r>
        <w:rPr>
          <w:sz w:val="20"/>
          <w:szCs w:val="20"/>
        </w:rPr>
        <w:t>, że zapoznaliśmy się z informacjami o przetwarzaniu danych osobowych zawartymi w ogłoszeniu o zamówieniu.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Wraz z ofertą składamy</w:t>
      </w:r>
      <w:r>
        <w:rPr>
          <w:sz w:val="20"/>
          <w:szCs w:val="20"/>
        </w:rPr>
        <w:t xml:space="preserve"> następujące dokumenty:</w:t>
      </w:r>
    </w:p>
    <w:p w:rsidR="008D3C1E" w:rsidRDefault="00B2525C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3C1E" w:rsidRDefault="00B2525C">
      <w:pPr>
        <w:pStyle w:val="Akapitzlist"/>
        <w:numPr>
          <w:ilvl w:val="0"/>
          <w:numId w:val="1"/>
        </w:numPr>
      </w:pPr>
      <w:r>
        <w:rPr>
          <w:b/>
          <w:sz w:val="20"/>
          <w:szCs w:val="20"/>
        </w:rPr>
        <w:t>Dodatkowe informacje</w:t>
      </w:r>
      <w:r>
        <w:rPr>
          <w:sz w:val="20"/>
          <w:szCs w:val="20"/>
        </w:rPr>
        <w:t xml:space="preserve"> (</w:t>
      </w:r>
      <w:r>
        <w:rPr>
          <w:i/>
          <w:sz w:val="20"/>
          <w:szCs w:val="20"/>
        </w:rPr>
        <w:t>np. informacje potwierdzające spełnianie warunków udziału w postępowaniu lub innych warunków zamówienia, informacje niezbędne do oceny o</w:t>
      </w:r>
      <w:r>
        <w:rPr>
          <w:i/>
          <w:sz w:val="20"/>
          <w:szCs w:val="20"/>
        </w:rPr>
        <w:t>fert – jeżeli dotyczy)</w:t>
      </w:r>
    </w:p>
    <w:p w:rsidR="008D3C1E" w:rsidRDefault="00B2525C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3C1E" w:rsidRDefault="008D3C1E">
      <w:pPr>
        <w:rPr>
          <w:sz w:val="20"/>
          <w:szCs w:val="20"/>
        </w:rPr>
      </w:pPr>
    </w:p>
    <w:p w:rsidR="008D3C1E" w:rsidRDefault="008D3C1E">
      <w:pPr>
        <w:rPr>
          <w:sz w:val="20"/>
          <w:szCs w:val="20"/>
        </w:rPr>
      </w:pPr>
    </w:p>
    <w:p w:rsidR="008D3C1E" w:rsidRDefault="00B2525C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………………………………………………………………………………</w:t>
      </w:r>
      <w:r>
        <w:rPr>
          <w:sz w:val="20"/>
          <w:szCs w:val="20"/>
        </w:rPr>
        <w:t>…………..</w:t>
      </w:r>
    </w:p>
    <w:p w:rsidR="008D3C1E" w:rsidRDefault="00B2525C">
      <w:pPr>
        <w:pStyle w:val="Akapitzlist"/>
      </w:pPr>
      <w:r>
        <w:rPr>
          <w:sz w:val="20"/>
          <w:szCs w:val="20"/>
        </w:rPr>
        <w:tab/>
      </w:r>
      <w:r>
        <w:rPr>
          <w:i/>
          <w:sz w:val="20"/>
          <w:szCs w:val="20"/>
        </w:rPr>
        <w:t>(data)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(czytelny podpis Wykonawcy)</w:t>
      </w:r>
    </w:p>
    <w:sectPr w:rsidR="008D3C1E">
      <w:headerReference w:type="default" r:id="rId7"/>
      <w:footerReference w:type="default" r:id="rId8"/>
      <w:pgSz w:w="16838" w:h="11906" w:orient="landscape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25C" w:rsidRDefault="00B2525C">
      <w:pPr>
        <w:spacing w:after="0"/>
      </w:pPr>
      <w:r>
        <w:separator/>
      </w:r>
    </w:p>
  </w:endnote>
  <w:endnote w:type="continuationSeparator" w:id="0">
    <w:p w:rsidR="00B2525C" w:rsidRDefault="00B252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85A" w:rsidRDefault="00B2525C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56585A" w:rsidRDefault="00B25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25C" w:rsidRDefault="00B2525C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B2525C" w:rsidRDefault="00B252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85A" w:rsidRDefault="00B25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614"/>
    <w:multiLevelType w:val="multilevel"/>
    <w:tmpl w:val="94BA47C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D3C1E"/>
    <w:rsid w:val="008D3C1E"/>
    <w:rsid w:val="00B2525C"/>
    <w:rsid w:val="00D4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62D66-BC3B-418E-B6DB-37EEECF4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abcd</cp:lastModifiedBy>
  <cp:revision>2</cp:revision>
  <cp:lastPrinted>2025-12-15T07:22:00Z</cp:lastPrinted>
  <dcterms:created xsi:type="dcterms:W3CDTF">2025-12-15T12:43:00Z</dcterms:created>
  <dcterms:modified xsi:type="dcterms:W3CDTF">2025-12-15T12:43:00Z</dcterms:modified>
</cp:coreProperties>
</file>